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34" w:rsidRDefault="00B31134" w:rsidP="00D66912">
      <w:pPr>
        <w:spacing w:after="0"/>
        <w:ind w:left="637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B31134" w:rsidRDefault="00B31134" w:rsidP="00D66912">
      <w:pPr>
        <w:spacing w:after="0"/>
        <w:ind w:left="6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Приложение № 5</w:t>
      </w:r>
    </w:p>
    <w:p w:rsidR="00B31134" w:rsidRPr="00F52B6E" w:rsidRDefault="00B31134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hAnsi="Times New Roman"/>
          <w:b/>
          <w:sz w:val="24"/>
          <w:szCs w:val="24"/>
          <w:lang w:eastAsia="bg-BG"/>
        </w:rPr>
      </w:pPr>
    </w:p>
    <w:p w:rsidR="00B31134" w:rsidRDefault="00B31134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hAnsi="Times New Roman"/>
          <w:b/>
          <w:sz w:val="24"/>
          <w:szCs w:val="24"/>
          <w:lang w:eastAsia="bg-BG"/>
        </w:rPr>
      </w:pPr>
    </w:p>
    <w:p w:rsidR="00B31134" w:rsidRDefault="00B31134" w:rsidP="00FA1A1B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ДО </w:t>
      </w:r>
    </w:p>
    <w:p w:rsidR="00B31134" w:rsidRDefault="00B31134" w:rsidP="00FA1A1B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ХАТИДЖЕ ГЕОРГИЕВА</w:t>
      </w:r>
    </w:p>
    <w:p w:rsidR="00B31134" w:rsidRDefault="00B31134" w:rsidP="00FA1A1B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ЗАМ.</w:t>
      </w:r>
      <w:r>
        <w:rPr>
          <w:rFonts w:ascii="Times New Roman" w:hAnsi="Times New Roman"/>
          <w:b/>
          <w:sz w:val="24"/>
          <w:szCs w:val="24"/>
          <w:lang w:val="en-AU" w:eastAsia="bg-BG"/>
        </w:rPr>
        <w:t xml:space="preserve">КМЕТ НА ОБЩИНА </w:t>
      </w:r>
      <w:r>
        <w:rPr>
          <w:rFonts w:ascii="Times New Roman" w:hAnsi="Times New Roman"/>
          <w:b/>
          <w:sz w:val="24"/>
          <w:szCs w:val="24"/>
          <w:lang w:eastAsia="bg-BG"/>
        </w:rPr>
        <w:t>СУНГУРЛАРЕ</w:t>
      </w:r>
    </w:p>
    <w:p w:rsidR="00B31134" w:rsidRDefault="00B31134" w:rsidP="00FA1A1B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ЗАПОВЕД № 570/22.08.2016</w:t>
      </w:r>
    </w:p>
    <w:p w:rsidR="00B31134" w:rsidRDefault="00B31134" w:rsidP="00FA1A1B">
      <w:pPr>
        <w:spacing w:after="0" w:line="240" w:lineRule="auto"/>
        <w:ind w:right="-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FA1A1B">
        <w:rPr>
          <w:rFonts w:ascii="Times New Roman" w:hAnsi="Times New Roman"/>
          <w:b/>
          <w:sz w:val="24"/>
          <w:szCs w:val="24"/>
        </w:rPr>
        <w:t>Л. „</w:t>
      </w:r>
      <w:r>
        <w:rPr>
          <w:rFonts w:ascii="Times New Roman" w:hAnsi="Times New Roman"/>
          <w:b/>
          <w:sz w:val="24"/>
          <w:szCs w:val="24"/>
        </w:rPr>
        <w:t>ГЕОРГИ ДИМИТРОВ</w:t>
      </w:r>
      <w:r w:rsidRPr="00FA1A1B">
        <w:rPr>
          <w:rFonts w:ascii="Times New Roman" w:hAnsi="Times New Roman"/>
          <w:b/>
          <w:sz w:val="24"/>
          <w:szCs w:val="24"/>
        </w:rPr>
        <w:t xml:space="preserve">“ №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31134" w:rsidRDefault="00B31134" w:rsidP="00FA1A1B">
      <w:pPr>
        <w:spacing w:after="0" w:line="240" w:lineRule="auto"/>
        <w:ind w:right="-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ГР. СУНГУРЛАРЕ,</w:t>
      </w:r>
      <w:r w:rsidRPr="00FA1A1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>област БУРГАС</w:t>
      </w:r>
    </w:p>
    <w:p w:rsidR="00B31134" w:rsidRDefault="00B31134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hAnsi="Times New Roman"/>
          <w:b/>
          <w:sz w:val="24"/>
          <w:szCs w:val="24"/>
          <w:lang w:eastAsia="bg-BG"/>
        </w:rPr>
      </w:pPr>
    </w:p>
    <w:p w:rsidR="00B31134" w:rsidRPr="00F52B6E" w:rsidRDefault="00B31134" w:rsidP="00D82C02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31134" w:rsidRPr="00F52B6E" w:rsidRDefault="00B31134" w:rsidP="00F52B6E">
      <w:pPr>
        <w:keepNext/>
        <w:tabs>
          <w:tab w:val="left" w:pos="6660"/>
        </w:tabs>
        <w:spacing w:after="0" w:line="240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 w:rsidRPr="00F52B6E">
        <w:rPr>
          <w:rFonts w:ascii="Times New Roman" w:hAnsi="Times New Roman"/>
          <w:b/>
          <w:i/>
          <w:sz w:val="24"/>
          <w:szCs w:val="24"/>
        </w:rPr>
        <w:tab/>
      </w:r>
    </w:p>
    <w:p w:rsidR="00B31134" w:rsidRPr="00F52B6E" w:rsidRDefault="00B31134" w:rsidP="00F52B6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31134" w:rsidRPr="00F52B6E" w:rsidRDefault="00B31134" w:rsidP="00F52B6E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31134" w:rsidRDefault="00B31134" w:rsidP="00F52B6E">
      <w:pPr>
        <w:keepNext/>
        <w:spacing w:after="0"/>
        <w:jc w:val="center"/>
        <w:outlineLvl w:val="0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ЦЕНОВО ПРЕДЛОЖЕНИЕ</w:t>
      </w:r>
    </w:p>
    <w:p w:rsidR="00B31134" w:rsidRPr="00960C7C" w:rsidRDefault="00B31134" w:rsidP="00F52B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C7C">
        <w:rPr>
          <w:rFonts w:ascii="Times New Roman" w:hAnsi="Times New Roman"/>
          <w:b/>
          <w:sz w:val="24"/>
          <w:szCs w:val="24"/>
        </w:rPr>
        <w:t>във връзка с</w:t>
      </w:r>
    </w:p>
    <w:p w:rsidR="00B31134" w:rsidRPr="00960C7C" w:rsidRDefault="00B31134" w:rsidP="00F52B6E">
      <w:pPr>
        <w:jc w:val="center"/>
        <w:rPr>
          <w:rFonts w:ascii="Times New Roman" w:hAnsi="Times New Roman"/>
          <w:b/>
          <w:sz w:val="24"/>
          <w:szCs w:val="24"/>
        </w:rPr>
      </w:pPr>
      <w:r w:rsidRPr="00960C7C">
        <w:rPr>
          <w:rFonts w:ascii="Times New Roman" w:hAnsi="Times New Roman"/>
          <w:b/>
          <w:sz w:val="24"/>
          <w:szCs w:val="24"/>
        </w:rPr>
        <w:t>ПАЗАРНИ КОНСУЛТАЦИИ</w:t>
      </w:r>
    </w:p>
    <w:p w:rsidR="00B31134" w:rsidRPr="007F6555" w:rsidRDefault="00B31134" w:rsidP="007F6555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C17536">
        <w:rPr>
          <w:rFonts w:ascii="Times New Roman" w:hAnsi="Times New Roman"/>
          <w:b/>
          <w:sz w:val="24"/>
          <w:szCs w:val="24"/>
        </w:rPr>
        <w:t>за предоставяне на оферти</w:t>
      </w:r>
      <w:r>
        <w:rPr>
          <w:rFonts w:ascii="Times New Roman" w:hAnsi="Times New Roman"/>
          <w:b/>
          <w:sz w:val="24"/>
          <w:szCs w:val="24"/>
        </w:rPr>
        <w:t>, за изпълнение</w:t>
      </w:r>
      <w:r w:rsidRPr="00C17536">
        <w:rPr>
          <w:rFonts w:ascii="Times New Roman" w:hAnsi="Times New Roman"/>
          <w:b/>
          <w:sz w:val="24"/>
          <w:szCs w:val="24"/>
        </w:rPr>
        <w:t xml:space="preserve"> на отделни видове строителни и монтажни работи по проект </w:t>
      </w:r>
      <w:r w:rsidRPr="007F6555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”Реконструкция и рехабилитация на общински път BGS2267 / II - 73, Веселиново - Лозарево / Прилеп - жп гара Завет - Завет -Съединение / , Община Сунгурларе"</w:t>
      </w:r>
      <w:bookmarkStart w:id="0" w:name="_GoBack"/>
      <w:bookmarkEnd w:id="0"/>
      <w:r w:rsidRPr="00C17536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292F">
        <w:rPr>
          <w:rFonts w:ascii="Times New Roman" w:hAnsi="Times New Roman"/>
          <w:sz w:val="24"/>
          <w:szCs w:val="24"/>
        </w:rPr>
        <w:t xml:space="preserve">във връзка с предстоящо </w:t>
      </w:r>
      <w:r w:rsidRPr="00ED292F">
        <w:rPr>
          <w:rFonts w:ascii="Times New Roman" w:hAnsi="Times New Roman"/>
          <w:bCs/>
          <w:sz w:val="24"/>
          <w:szCs w:val="24"/>
        </w:rPr>
        <w:t>кандидатстване по подмярка 7.2 „Инвестиции в създаването, подобряването или разширяването на всички видове малка по мащаби инфраструктура“ към Програма за развитие на селските райони 2014-</w:t>
      </w:r>
      <w:smartTag w:uri="urn:schemas-microsoft-com:office:smarttags" w:element="metricconverter">
        <w:smartTagPr>
          <w:attr w:name="ProductID" w:val="2020 г"/>
        </w:smartTagPr>
        <w:r w:rsidRPr="00ED292F">
          <w:rPr>
            <w:rFonts w:ascii="Times New Roman" w:hAnsi="Times New Roman"/>
            <w:bCs/>
            <w:sz w:val="24"/>
            <w:szCs w:val="24"/>
          </w:rPr>
          <w:t>2020 г</w:t>
        </w:r>
      </w:smartTag>
      <w:r w:rsidRPr="00ED292F">
        <w:rPr>
          <w:rFonts w:ascii="Times New Roman" w:hAnsi="Times New Roman"/>
          <w:bCs/>
          <w:sz w:val="24"/>
          <w:szCs w:val="24"/>
        </w:rPr>
        <w:t>.</w:t>
      </w:r>
    </w:p>
    <w:p w:rsidR="00B31134" w:rsidRDefault="00B31134" w:rsidP="00F52B6E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31134" w:rsidRPr="00960C7C" w:rsidRDefault="00B31134" w:rsidP="00F52B6E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31134" w:rsidRPr="00F52B6E" w:rsidRDefault="00B31134" w:rsidP="00F52B6E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F52B6E">
        <w:rPr>
          <w:rFonts w:ascii="Times New Roman" w:hAnsi="Times New Roman"/>
          <w:b/>
          <w:bCs/>
          <w:sz w:val="24"/>
          <w:szCs w:val="24"/>
          <w:lang w:eastAsia="bg-BG"/>
        </w:rPr>
        <w:t>ОТ ……………...........................................................................................................................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z w:val="24"/>
          <w:szCs w:val="24"/>
          <w:lang w:eastAsia="bg-BG"/>
        </w:rPr>
        <w:t>.</w:t>
      </w:r>
      <w:r w:rsidRPr="00F52B6E">
        <w:rPr>
          <w:rFonts w:ascii="Times New Roman" w:hAnsi="Times New Roman"/>
          <w:b/>
          <w:bCs/>
          <w:sz w:val="24"/>
          <w:szCs w:val="24"/>
          <w:lang w:eastAsia="bg-BG"/>
        </w:rPr>
        <w:t>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1134" w:rsidRPr="00F52B6E" w:rsidRDefault="00B31134" w:rsidP="00960C7C">
      <w:pPr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>
        <w:rPr>
          <w:rFonts w:ascii="Times New Roman" w:hAnsi="Times New Roman"/>
          <w:bCs/>
          <w:sz w:val="24"/>
          <w:szCs w:val="24"/>
          <w:lang w:eastAsia="bg-BG"/>
        </w:rPr>
        <w:t>/посочете: фирма на оферента</w:t>
      </w:r>
      <w:r w:rsidRPr="00F52B6E">
        <w:rPr>
          <w:rFonts w:ascii="Times New Roman" w:hAnsi="Times New Roman"/>
          <w:bCs/>
          <w:sz w:val="24"/>
          <w:szCs w:val="24"/>
          <w:lang w:eastAsia="bg-BG"/>
        </w:rPr>
        <w:t xml:space="preserve">, ЕИК, адрес на управление, адрес за коресп., телефон, факс, e-mail, имената на лицето/ата представляващо/и 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оферента </w:t>
      </w:r>
      <w:r w:rsidRPr="00F52B6E">
        <w:rPr>
          <w:rFonts w:ascii="Times New Roman" w:hAnsi="Times New Roman"/>
          <w:bCs/>
          <w:sz w:val="24"/>
          <w:szCs w:val="24"/>
          <w:lang w:eastAsia="bg-BG"/>
        </w:rPr>
        <w:t>по закон или пълномощие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Pr="00F52B6E">
        <w:rPr>
          <w:rFonts w:ascii="Times New Roman" w:hAnsi="Times New Roman"/>
          <w:b/>
          <w:bCs/>
          <w:sz w:val="24"/>
          <w:szCs w:val="24"/>
          <w:lang w:eastAsia="bg-BG"/>
        </w:rPr>
        <w:t>и/или</w:t>
      </w:r>
      <w:r w:rsidRPr="00F52B6E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имена и месторабота за физически лица</w:t>
      </w:r>
      <w:r>
        <w:rPr>
          <w:rFonts w:ascii="Times New Roman" w:hAnsi="Times New Roman"/>
          <w:bCs/>
          <w:sz w:val="24"/>
          <w:szCs w:val="24"/>
          <w:lang w:eastAsia="bg-BG"/>
        </w:rPr>
        <w:t xml:space="preserve">/             </w:t>
      </w:r>
    </w:p>
    <w:p w:rsidR="00B31134" w:rsidRPr="00F52B6E" w:rsidRDefault="00B31134" w:rsidP="00F52B6E">
      <w:pPr>
        <w:autoSpaceDE w:val="0"/>
        <w:autoSpaceDN w:val="0"/>
        <w:adjustRightInd w:val="0"/>
        <w:spacing w:after="0" w:line="240" w:lineRule="auto"/>
        <w:ind w:right="-82"/>
        <w:jc w:val="center"/>
        <w:rPr>
          <w:rFonts w:ascii="Times New Roman" w:hAnsi="Times New Roman"/>
          <w:bCs/>
          <w:sz w:val="24"/>
          <w:szCs w:val="24"/>
          <w:lang w:eastAsia="bg-BG"/>
        </w:rPr>
      </w:pPr>
    </w:p>
    <w:p w:rsidR="00B31134" w:rsidRPr="00F52B6E" w:rsidRDefault="00B31134" w:rsidP="00F52B6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31134" w:rsidRDefault="00B31134" w:rsidP="00F52B6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:rsidR="00B31134" w:rsidRPr="00F52B6E" w:rsidRDefault="00B31134" w:rsidP="00F52B6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Уважаема г-жо Георгиева</w:t>
      </w:r>
      <w:r w:rsidRPr="00F52B6E">
        <w:rPr>
          <w:rFonts w:ascii="Times New Roman" w:hAnsi="Times New Roman"/>
          <w:b/>
          <w:bCs/>
          <w:sz w:val="24"/>
          <w:szCs w:val="24"/>
        </w:rPr>
        <w:t>,</w:t>
      </w:r>
      <w:r w:rsidRPr="00F52B6E">
        <w:rPr>
          <w:rFonts w:ascii="Times New Roman" w:hAnsi="Times New Roman"/>
          <w:b/>
          <w:sz w:val="24"/>
          <w:szCs w:val="24"/>
        </w:rPr>
        <w:t xml:space="preserve"> </w:t>
      </w:r>
    </w:p>
    <w:p w:rsidR="00B31134" w:rsidRDefault="00B31134" w:rsidP="007013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52B6E">
        <w:rPr>
          <w:rFonts w:ascii="Times New Roman" w:hAnsi="Times New Roman"/>
          <w:sz w:val="24"/>
          <w:szCs w:val="24"/>
        </w:rPr>
        <w:t xml:space="preserve">След запознаване с Поканата за представяне на оферта, с настоящото Ви представяме </w:t>
      </w:r>
      <w:r>
        <w:rPr>
          <w:rFonts w:ascii="Times New Roman" w:hAnsi="Times New Roman"/>
          <w:sz w:val="24"/>
          <w:szCs w:val="24"/>
        </w:rPr>
        <w:t>стойност</w:t>
      </w:r>
      <w:r w:rsidRPr="00F52B6E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разхода, за който ще кандидатствате, както следва:</w:t>
      </w:r>
    </w:p>
    <w:tbl>
      <w:tblPr>
        <w:tblW w:w="14148" w:type="dxa"/>
        <w:tblInd w:w="67" w:type="dxa"/>
        <w:tblCellMar>
          <w:left w:w="70" w:type="dxa"/>
          <w:right w:w="70" w:type="dxa"/>
        </w:tblCellMar>
        <w:tblLook w:val="00A0"/>
      </w:tblPr>
      <w:tblGrid>
        <w:gridCol w:w="435"/>
        <w:gridCol w:w="5942"/>
        <w:gridCol w:w="705"/>
        <w:gridCol w:w="1048"/>
        <w:gridCol w:w="1173"/>
        <w:gridCol w:w="1173"/>
        <w:gridCol w:w="895"/>
        <w:gridCol w:w="895"/>
        <w:gridCol w:w="922"/>
        <w:gridCol w:w="960"/>
      </w:tblGrid>
      <w:tr w:rsidR="00B31134" w:rsidRPr="00623CE3" w:rsidTr="00CA3F97">
        <w:trPr>
          <w:trHeight w:val="63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Nо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01564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на </w:t>
            </w:r>
            <w:r w:rsidRPr="0001564E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разхода за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който се кандидатства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Ед.м.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КО-ВО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01564E">
              <w:rPr>
                <w:rFonts w:ascii="Times New Roman" w:hAnsi="Times New Roman"/>
                <w:b/>
                <w:sz w:val="24"/>
                <w:szCs w:val="24"/>
              </w:rPr>
              <w:t>Стойност в лв. без вкл. ДДС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Стойност в лв. с</w:t>
            </w:r>
            <w:r w:rsidRPr="0001564E">
              <w:rPr>
                <w:rFonts w:ascii="Times New Roman" w:hAnsi="Times New Roman"/>
                <w:b/>
                <w:sz w:val="24"/>
                <w:szCs w:val="24"/>
              </w:rPr>
              <w:t xml:space="preserve"> вкл. ДДС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B31134" w:rsidRPr="00623CE3" w:rsidTr="00CA3F97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Трасиране на кабелна линия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13230,00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63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Направа изкоп със зариване и трамбоване 3-та категория - 0,6/0,9м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13230,00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Направа изкоп за кабелна шахта единична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19,00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Направа на бетонна каб.шахта с усилен капак единична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19,00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Направа подложка и полагане на PVC лента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13230,00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63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Д-ка и полаганене на тръби в готов изкоп: HDPE Ф40/32mm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26460,00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П-не на бетон М – 100 в/у РVС тръби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м</w:t>
            </w:r>
            <w:r w:rsidRPr="00CA3F97">
              <w:rPr>
                <w:rFonts w:ascii="Times New Roman" w:hAnsi="Times New Roman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2,50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63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Почистване на обект от строителни отпадъци и извозването им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м</w:t>
            </w:r>
            <w:r w:rsidRPr="00CA3F97">
              <w:rPr>
                <w:rFonts w:ascii="Times New Roman" w:hAnsi="Times New Roman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Доставка и монтаж на пасивни маркери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37,00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63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Доставка на датчик за определяне местоположението на  пасивни маркери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sz w:val="24"/>
                <w:szCs w:val="24"/>
                <w:lang w:eastAsia="bg-BG"/>
              </w:rPr>
              <w:t>1,00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31134" w:rsidRPr="00623CE3" w:rsidTr="00CA3F97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31134" w:rsidRPr="00CA3F97" w:rsidRDefault="00B31134" w:rsidP="00CA3F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31134" w:rsidRPr="00CA3F97" w:rsidRDefault="00B31134" w:rsidP="00CA3F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CA3F97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B31134" w:rsidRDefault="00B31134" w:rsidP="007013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31134" w:rsidRPr="00F52B6E" w:rsidRDefault="00B31134" w:rsidP="00F52B6E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31134" w:rsidRPr="00F52B6E" w:rsidRDefault="00B31134" w:rsidP="00F52B6E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B31134" w:rsidRPr="00F52B6E" w:rsidRDefault="00B31134" w:rsidP="00F52B6E">
      <w:pPr>
        <w:spacing w:after="0" w:line="240" w:lineRule="auto"/>
        <w:ind w:right="-82" w:firstLine="540"/>
        <w:jc w:val="both"/>
        <w:rPr>
          <w:rFonts w:ascii="Times New Roman" w:hAnsi="Times New Roman"/>
          <w:i/>
          <w:sz w:val="24"/>
          <w:szCs w:val="24"/>
          <w:lang w:eastAsia="fr-FR"/>
        </w:rPr>
      </w:pPr>
    </w:p>
    <w:tbl>
      <w:tblPr>
        <w:tblW w:w="0" w:type="auto"/>
        <w:jc w:val="center"/>
        <w:tblLook w:val="0000"/>
      </w:tblPr>
      <w:tblGrid>
        <w:gridCol w:w="3888"/>
        <w:gridCol w:w="4634"/>
      </w:tblGrid>
      <w:tr w:rsidR="00B31134" w:rsidRPr="00623CE3" w:rsidTr="008D64FA">
        <w:trPr>
          <w:jc w:val="center"/>
        </w:trPr>
        <w:tc>
          <w:tcPr>
            <w:tcW w:w="3888" w:type="dxa"/>
          </w:tcPr>
          <w:p w:rsidR="00B31134" w:rsidRPr="00F52B6E" w:rsidRDefault="00B31134" w:rsidP="00F52B6E">
            <w:pPr>
              <w:spacing w:after="0" w:line="240" w:lineRule="auto"/>
              <w:ind w:right="-82" w:firstLine="540"/>
              <w:jc w:val="right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         Дата </w:t>
            </w:r>
          </w:p>
        </w:tc>
        <w:tc>
          <w:tcPr>
            <w:tcW w:w="4634" w:type="dxa"/>
          </w:tcPr>
          <w:p w:rsidR="00B31134" w:rsidRPr="00F52B6E" w:rsidRDefault="00B31134" w:rsidP="00F52B6E">
            <w:pPr>
              <w:spacing w:after="0" w:line="240" w:lineRule="auto"/>
              <w:ind w:right="-82" w:firstLine="540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hAnsi="Times New Roman"/>
                <w:sz w:val="24"/>
                <w:szCs w:val="24"/>
                <w:lang w:eastAsia="fr-FR"/>
              </w:rPr>
              <w:t>________/ _________ / ______</w:t>
            </w:r>
          </w:p>
        </w:tc>
      </w:tr>
      <w:tr w:rsidR="00B31134" w:rsidRPr="00623CE3" w:rsidTr="008D64FA">
        <w:trPr>
          <w:jc w:val="center"/>
        </w:trPr>
        <w:tc>
          <w:tcPr>
            <w:tcW w:w="3888" w:type="dxa"/>
          </w:tcPr>
          <w:p w:rsidR="00B31134" w:rsidRPr="00F52B6E" w:rsidRDefault="00B31134" w:rsidP="00F52B6E">
            <w:pPr>
              <w:spacing w:after="0" w:line="240" w:lineRule="auto"/>
              <w:ind w:right="-82" w:firstLine="540"/>
              <w:jc w:val="right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Име и фамилия</w:t>
            </w:r>
          </w:p>
        </w:tc>
        <w:tc>
          <w:tcPr>
            <w:tcW w:w="4634" w:type="dxa"/>
          </w:tcPr>
          <w:p w:rsidR="00B31134" w:rsidRPr="00F52B6E" w:rsidRDefault="00B31134" w:rsidP="00F52B6E">
            <w:pPr>
              <w:spacing w:after="0" w:line="240" w:lineRule="auto"/>
              <w:ind w:right="-82" w:firstLine="540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hAnsi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B31134" w:rsidRPr="00623CE3" w:rsidTr="008D64FA">
        <w:trPr>
          <w:jc w:val="center"/>
        </w:trPr>
        <w:tc>
          <w:tcPr>
            <w:tcW w:w="3888" w:type="dxa"/>
          </w:tcPr>
          <w:p w:rsidR="00B31134" w:rsidRPr="00F52B6E" w:rsidRDefault="00B31134" w:rsidP="00F52B6E">
            <w:pPr>
              <w:spacing w:after="0" w:line="240" w:lineRule="auto"/>
              <w:ind w:right="-82" w:firstLine="540"/>
              <w:jc w:val="right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Подпис </w:t>
            </w:r>
          </w:p>
        </w:tc>
        <w:tc>
          <w:tcPr>
            <w:tcW w:w="4634" w:type="dxa"/>
          </w:tcPr>
          <w:p w:rsidR="00B31134" w:rsidRPr="00F52B6E" w:rsidRDefault="00B31134" w:rsidP="00F52B6E">
            <w:pPr>
              <w:spacing w:after="0" w:line="240" w:lineRule="auto"/>
              <w:ind w:right="-82" w:firstLine="540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hAnsi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B31134" w:rsidRPr="00623CE3" w:rsidTr="008D64FA">
        <w:trPr>
          <w:jc w:val="center"/>
        </w:trPr>
        <w:tc>
          <w:tcPr>
            <w:tcW w:w="3888" w:type="dxa"/>
          </w:tcPr>
          <w:p w:rsidR="00B31134" w:rsidRPr="00F52B6E" w:rsidRDefault="00B31134" w:rsidP="00F52B6E">
            <w:pPr>
              <w:spacing w:after="0" w:line="240" w:lineRule="auto"/>
              <w:ind w:right="-82" w:firstLine="540"/>
              <w:jc w:val="right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Наименование на оферента</w:t>
            </w:r>
            <w:r w:rsidRPr="00F52B6E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 и печат </w:t>
            </w:r>
          </w:p>
        </w:tc>
        <w:tc>
          <w:tcPr>
            <w:tcW w:w="4634" w:type="dxa"/>
          </w:tcPr>
          <w:p w:rsidR="00B31134" w:rsidRPr="00F52B6E" w:rsidRDefault="00B31134" w:rsidP="00F52B6E">
            <w:pPr>
              <w:spacing w:after="0" w:line="240" w:lineRule="auto"/>
              <w:ind w:right="-82" w:firstLine="540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hAnsi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</w:tbl>
    <w:p w:rsidR="00B31134" w:rsidRPr="00F52B6E" w:rsidRDefault="00B31134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B31134" w:rsidRPr="00F52B6E" w:rsidRDefault="00B31134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B31134" w:rsidRPr="00F52B6E" w:rsidRDefault="00B31134" w:rsidP="00F52B6E">
      <w:pPr>
        <w:spacing w:after="0"/>
        <w:ind w:firstLine="567"/>
        <w:jc w:val="both"/>
        <w:rPr>
          <w:rFonts w:ascii="Times New Roman" w:hAnsi="Times New Roman"/>
          <w:i/>
        </w:rPr>
      </w:pPr>
    </w:p>
    <w:p w:rsidR="00B31134" w:rsidRPr="00F52B6E" w:rsidRDefault="00B31134" w:rsidP="00F52B6E">
      <w:pPr>
        <w:spacing w:after="0"/>
        <w:ind w:firstLine="567"/>
        <w:jc w:val="both"/>
        <w:rPr>
          <w:rFonts w:ascii="Times New Roman" w:hAnsi="Times New Roman"/>
          <w:i/>
          <w:lang w:eastAsia="fr-FR"/>
        </w:rPr>
      </w:pPr>
    </w:p>
    <w:p w:rsidR="00B31134" w:rsidRPr="00F52B6E" w:rsidRDefault="00B31134" w:rsidP="00F52B6E">
      <w:pPr>
        <w:widowControl w:val="0"/>
        <w:tabs>
          <w:tab w:val="left" w:pos="284"/>
          <w:tab w:val="left" w:pos="360"/>
          <w:tab w:val="left" w:pos="450"/>
        </w:tabs>
        <w:autoSpaceDE w:val="0"/>
        <w:autoSpaceDN w:val="0"/>
        <w:spacing w:after="0"/>
        <w:ind w:right="-82"/>
        <w:jc w:val="both"/>
        <w:rPr>
          <w:rFonts w:ascii="Times New Roman" w:hAnsi="Times New Roman"/>
          <w:i/>
          <w:sz w:val="24"/>
          <w:szCs w:val="24"/>
          <w:u w:val="single"/>
          <w:lang w:eastAsia="fr-FR"/>
        </w:rPr>
      </w:pPr>
    </w:p>
    <w:p w:rsidR="00B31134" w:rsidRPr="00F52B6E" w:rsidRDefault="00B31134" w:rsidP="00F52B6E">
      <w:pPr>
        <w:spacing w:before="120" w:after="120" w:line="240" w:lineRule="auto"/>
        <w:ind w:left="482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B31134" w:rsidRDefault="00B31134"/>
    <w:sectPr w:rsidR="00B31134" w:rsidSect="00960C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134" w:rsidRDefault="00B31134" w:rsidP="00960C7C">
      <w:pPr>
        <w:spacing w:after="0" w:line="240" w:lineRule="auto"/>
      </w:pPr>
      <w:r>
        <w:separator/>
      </w:r>
    </w:p>
  </w:endnote>
  <w:endnote w:type="continuationSeparator" w:id="0">
    <w:p w:rsidR="00B31134" w:rsidRDefault="00B31134" w:rsidP="0096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34" w:rsidRDefault="00B311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34" w:rsidRPr="00116BAA" w:rsidRDefault="00B31134" w:rsidP="00116B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34" w:rsidRDefault="00B311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134" w:rsidRDefault="00B31134" w:rsidP="00960C7C">
      <w:pPr>
        <w:spacing w:after="0" w:line="240" w:lineRule="auto"/>
      </w:pPr>
      <w:r>
        <w:separator/>
      </w:r>
    </w:p>
  </w:footnote>
  <w:footnote w:type="continuationSeparator" w:id="0">
    <w:p w:rsidR="00B31134" w:rsidRDefault="00B31134" w:rsidP="00960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34" w:rsidRDefault="00B311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34" w:rsidRPr="00945D36" w:rsidRDefault="00B31134" w:rsidP="00960C7C">
    <w:pPr>
      <w:tabs>
        <w:tab w:val="center" w:pos="4153"/>
        <w:tab w:val="right" w:pos="9356"/>
      </w:tabs>
      <w:spacing w:after="0" w:line="240" w:lineRule="auto"/>
      <w:rPr>
        <w:rFonts w:ascii="Times New Roman" w:hAnsi="Times New Roman"/>
        <w:sz w:val="24"/>
        <w:szCs w:val="24"/>
        <w:lang w:val="en-US"/>
      </w:rPr>
    </w:pPr>
    <w:r>
      <w:rPr>
        <w:sz w:val="20"/>
        <w:szCs w:val="20"/>
      </w:rPr>
      <w:t xml:space="preserve">       </w:t>
    </w:r>
    <w:r w:rsidRPr="00623CE3">
      <w:rPr>
        <w:rFonts w:ascii="Times New Roman" w:hAnsi="Times New Roman"/>
        <w:noProof/>
        <w:sz w:val="24"/>
        <w:szCs w:val="24"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" o:spid="_x0000_i1028" type="#_x0000_t75" style="width:99.75pt;height:63.75pt;visibility:visible">
          <v:imagedata r:id="rId1" o:title=""/>
        </v:shape>
      </w:pict>
    </w:r>
    <w:r>
      <w:rPr>
        <w:sz w:val="20"/>
        <w:szCs w:val="20"/>
      </w:rPr>
      <w:t xml:space="preserve">                                                         </w:t>
    </w:r>
    <w:r>
      <w:rPr>
        <w:noProof/>
        <w:lang w:eastAsia="bg-BG"/>
      </w:rPr>
      <w:pict>
        <v:shape id="Картина 2" o:spid="_x0000_s2049" type="#_x0000_t75" alt="logo-bg-color" style="position:absolute;margin-left:315.75pt;margin-top:-81pt;width:177.75pt;height:72.5pt;z-index:251658240;visibility:visible;mso-position-horizontal-relative:margin;mso-position-vertical-relative:margin">
          <v:imagedata r:id="rId2" o:title=""/>
          <w10:wrap type="square" anchorx="margin" anchory="margin"/>
        </v:shape>
      </w:pict>
    </w:r>
    <w:r>
      <w:rPr>
        <w:noProof/>
        <w:lang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10" o:spid="_x0000_s2050" type="#_x0000_t202" style="position:absolute;margin-left:113.25pt;margin-top:.75pt;width:206.25pt;height:73.5pt;z-index:251657216;visibility:visible;mso-wrap-distance-top:3.6pt;mso-wrap-distance-bottom:3.6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" stroked="f">
          <v:textbox>
            <w:txbxContent>
              <w:p w:rsidR="00B31134" w:rsidRPr="00945D36" w:rsidRDefault="00B31134" w:rsidP="00960C7C">
                <w:pPr>
                  <w:spacing w:after="0"/>
                  <w:jc w:val="center"/>
                  <w:rPr>
                    <w:rFonts w:ascii="Times New Roman" w:hAnsi="Times New Roman"/>
                    <w:b/>
                    <w:bCs/>
                    <w:sz w:val="20"/>
                    <w:szCs w:val="20"/>
                  </w:rPr>
                </w:pPr>
                <w:r w:rsidRPr="00945D36">
                  <w:rPr>
                    <w:rFonts w:ascii="Times New Roman" w:hAnsi="Times New Roman"/>
                    <w:b/>
                    <w:bCs/>
                    <w:sz w:val="20"/>
                    <w:szCs w:val="20"/>
                  </w:rPr>
                  <w:t>ПРОГРАМА ЗА РАЗВИТИЕ НА СЕЛСКИТЕ РАЙОНИ 2014-2020</w:t>
                </w:r>
              </w:p>
              <w:p w:rsidR="00B31134" w:rsidRPr="00945D36" w:rsidRDefault="00B31134" w:rsidP="00960C7C">
                <w:pPr>
                  <w:spacing w:after="0"/>
                  <w:jc w:val="center"/>
                  <w:rPr>
                    <w:rFonts w:ascii="Times New Roman" w:hAnsi="Times New Roman"/>
                    <w:b/>
                    <w:bCs/>
                    <w:sz w:val="20"/>
                    <w:szCs w:val="20"/>
                  </w:rPr>
                </w:pPr>
                <w:r w:rsidRPr="00945D36">
                  <w:rPr>
                    <w:rFonts w:ascii="Times New Roman" w:hAnsi="Times New Roman"/>
                    <w:b/>
                    <w:bCs/>
                    <w:sz w:val="20"/>
                    <w:szCs w:val="20"/>
                  </w:rPr>
                  <w:t>ЕВРОПЕЙСКИ ЗЕМЕДЕЛСКИ ФОНД ЗА РАЗВИТИЕ НА СЕЛСКИТЕ РАЙОНИ</w:t>
                </w:r>
              </w:p>
              <w:p w:rsidR="00B31134" w:rsidRDefault="00B31134" w:rsidP="00960C7C"/>
            </w:txbxContent>
          </v:textbox>
          <w10:wrap type="square"/>
        </v:shape>
      </w:pict>
    </w:r>
    <w:r w:rsidRPr="00945D36">
      <w:rPr>
        <w:rFonts w:ascii="Times New Roman" w:hAnsi="Times New Roman"/>
        <w:sz w:val="24"/>
        <w:szCs w:val="24"/>
        <w:lang w:val="en-US"/>
      </w:rPr>
      <w:tab/>
    </w:r>
    <w:r w:rsidRPr="00623CE3">
      <w:rPr>
        <w:rFonts w:ascii="Times New Roman" w:hAnsi="Times New Roman"/>
        <w:noProof/>
        <w:sz w:val="24"/>
        <w:szCs w:val="24"/>
        <w:lang w:eastAsia="bg-BG"/>
      </w:rPr>
      <w:pict>
        <v:shape id="Картина 4" o:spid="_x0000_i1029" type="#_x0000_t75" alt="http://www.firstconsulting.bg/images/logo-bg-color.jpg" style="width:1633.5pt;height:549.75pt;visibility:visible">
          <v:imagedata r:id="rId2" o:title=""/>
        </v:shape>
      </w:pict>
    </w:r>
    <w:r w:rsidRPr="00945D36">
      <w:rPr>
        <w:rFonts w:ascii="Times New Roman" w:hAnsi="Times New Roman"/>
        <w:sz w:val="24"/>
        <w:szCs w:val="24"/>
      </w:rPr>
      <w:tab/>
    </w:r>
    <w:r w:rsidRPr="00623CE3">
      <w:rPr>
        <w:rFonts w:ascii="Times New Roman" w:hAnsi="Times New Roman"/>
        <w:noProof/>
        <w:sz w:val="24"/>
        <w:szCs w:val="24"/>
        <w:lang w:eastAsia="bg-BG"/>
      </w:rPr>
      <w:pict>
        <v:shape id="Картина 5" o:spid="_x0000_i1030" type="#_x0000_t75" alt="Описание: http://www.firstconsulting.bg/images/logo-bg-color.jpg" style="width:1633.5pt;height:549.75pt;visibility:visible">
          <v:imagedata r:id="rId2" o:title=""/>
        </v:shape>
      </w:pict>
    </w:r>
  </w:p>
  <w:p w:rsidR="00B31134" w:rsidRDefault="00B311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34" w:rsidRDefault="00B311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135F7"/>
    <w:multiLevelType w:val="multilevel"/>
    <w:tmpl w:val="FD765A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</w:rPr>
    </w:lvl>
  </w:abstractNum>
  <w:abstractNum w:abstractNumId="1">
    <w:nsid w:val="61D15F72"/>
    <w:multiLevelType w:val="hybridMultilevel"/>
    <w:tmpl w:val="AC7E06E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99E7547"/>
    <w:multiLevelType w:val="hybridMultilevel"/>
    <w:tmpl w:val="401AB05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BF2"/>
    <w:rsid w:val="0001564E"/>
    <w:rsid w:val="000731E9"/>
    <w:rsid w:val="000B2152"/>
    <w:rsid w:val="00116BAA"/>
    <w:rsid w:val="00167AD9"/>
    <w:rsid w:val="001A10C0"/>
    <w:rsid w:val="001D6ED5"/>
    <w:rsid w:val="001F5C26"/>
    <w:rsid w:val="00373DAC"/>
    <w:rsid w:val="004737C2"/>
    <w:rsid w:val="004C623D"/>
    <w:rsid w:val="0050321F"/>
    <w:rsid w:val="00512518"/>
    <w:rsid w:val="005659F5"/>
    <w:rsid w:val="005B2396"/>
    <w:rsid w:val="005C1F18"/>
    <w:rsid w:val="005D707B"/>
    <w:rsid w:val="00623CE3"/>
    <w:rsid w:val="00673BB5"/>
    <w:rsid w:val="00685395"/>
    <w:rsid w:val="00701330"/>
    <w:rsid w:val="00752171"/>
    <w:rsid w:val="007C54C2"/>
    <w:rsid w:val="007F6555"/>
    <w:rsid w:val="008330DA"/>
    <w:rsid w:val="008B2237"/>
    <w:rsid w:val="008D64FA"/>
    <w:rsid w:val="00945D36"/>
    <w:rsid w:val="00960C7C"/>
    <w:rsid w:val="009733CD"/>
    <w:rsid w:val="00A94BF2"/>
    <w:rsid w:val="00AA5E58"/>
    <w:rsid w:val="00B31134"/>
    <w:rsid w:val="00B6143E"/>
    <w:rsid w:val="00C17536"/>
    <w:rsid w:val="00C46C83"/>
    <w:rsid w:val="00CA3F97"/>
    <w:rsid w:val="00D07E37"/>
    <w:rsid w:val="00D350F4"/>
    <w:rsid w:val="00D66912"/>
    <w:rsid w:val="00D82C02"/>
    <w:rsid w:val="00E85C9E"/>
    <w:rsid w:val="00ED292F"/>
    <w:rsid w:val="00F52B6E"/>
    <w:rsid w:val="00F645B4"/>
    <w:rsid w:val="00FA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91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60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60C7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60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C7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0C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C54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1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383</Words>
  <Characters>2189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4</cp:revision>
  <dcterms:created xsi:type="dcterms:W3CDTF">2016-09-30T07:37:00Z</dcterms:created>
  <dcterms:modified xsi:type="dcterms:W3CDTF">2016-09-30T08:21:00Z</dcterms:modified>
</cp:coreProperties>
</file>